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78D" w:rsidRDefault="004A678D" w:rsidP="006D3840">
      <w:pPr>
        <w:spacing w:after="0" w:line="33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0737B">
        <w:rPr>
          <w:rFonts w:ascii="Times New Roman" w:hAnsi="Times New Roman"/>
          <w:b/>
          <w:sz w:val="28"/>
          <w:szCs w:val="28"/>
        </w:rPr>
        <w:t xml:space="preserve">Вопросы к контрольной работе по дисциплине </w:t>
      </w:r>
    </w:p>
    <w:p w:rsidR="004A678D" w:rsidRDefault="004A678D" w:rsidP="006D3840">
      <w:pPr>
        <w:spacing w:after="0" w:line="33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«Основы робототехники»</w:t>
      </w:r>
    </w:p>
    <w:p w:rsidR="004A678D" w:rsidRPr="00C32060" w:rsidRDefault="004A678D" w:rsidP="006D3840">
      <w:pPr>
        <w:spacing w:after="0" w:line="33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A678D" w:rsidRDefault="004A678D" w:rsidP="00AB2118">
      <w:pPr>
        <w:spacing w:after="0" w:line="336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 </w:t>
      </w:r>
      <w:r w:rsidRPr="006D3840">
        <w:rPr>
          <w:rFonts w:ascii="Times New Roman" w:hAnsi="Times New Roman"/>
          <w:sz w:val="28"/>
          <w:szCs w:val="28"/>
        </w:rPr>
        <w:t>Поняти</w:t>
      </w:r>
      <w:r w:rsidRPr="006D3840">
        <w:rPr>
          <w:rFonts w:ascii="Times New Roman" w:hAnsi="Times New Roman"/>
          <w:sz w:val="28"/>
          <w:szCs w:val="28"/>
          <w:lang w:val="uk-UA"/>
        </w:rPr>
        <w:t>е</w:t>
      </w:r>
      <w:r w:rsidRPr="006D38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промышленный робот (ПР);</w:t>
      </w:r>
    </w:p>
    <w:p w:rsidR="004A678D" w:rsidRPr="006D3840" w:rsidRDefault="004A678D" w:rsidP="00AB2118">
      <w:pPr>
        <w:spacing w:after="0" w:line="336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 </w:t>
      </w:r>
      <w:r>
        <w:rPr>
          <w:rFonts w:ascii="Times New Roman" w:hAnsi="Times New Roman"/>
          <w:sz w:val="28"/>
          <w:szCs w:val="28"/>
        </w:rPr>
        <w:t>Опишите принцип работы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схвата ПР «Циклон - 3Б», «Универсал - 5»;</w:t>
      </w:r>
    </w:p>
    <w:p w:rsidR="004A678D" w:rsidRPr="006D3840" w:rsidRDefault="004A678D" w:rsidP="00AB2118">
      <w:pPr>
        <w:spacing w:after="0" w:line="336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 </w:t>
      </w:r>
      <w:r>
        <w:rPr>
          <w:rFonts w:ascii="Times New Roman" w:hAnsi="Times New Roman"/>
          <w:sz w:val="28"/>
          <w:szCs w:val="28"/>
        </w:rPr>
        <w:t xml:space="preserve">Изобразите зону обслуживания ПР </w:t>
      </w:r>
      <w:r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</w:rPr>
        <w:t>параллелепипед</w:t>
      </w:r>
      <w:r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</w:rPr>
        <w:t xml:space="preserve"> и укажите кол-во, вид пар, взаимное расположение осей и систему координат в которой работает робот;</w:t>
      </w:r>
    </w:p>
    <w:p w:rsidR="004A678D" w:rsidRDefault="004A678D" w:rsidP="00AB2118">
      <w:pPr>
        <w:spacing w:after="0" w:line="336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 </w:t>
      </w:r>
      <w:r w:rsidRPr="006D3840">
        <w:rPr>
          <w:rFonts w:ascii="Times New Roman" w:hAnsi="Times New Roman"/>
          <w:sz w:val="28"/>
          <w:szCs w:val="28"/>
        </w:rPr>
        <w:t>Поняти</w:t>
      </w:r>
      <w:r w:rsidRPr="006D3840">
        <w:rPr>
          <w:rFonts w:ascii="Times New Roman" w:hAnsi="Times New Roman"/>
          <w:sz w:val="28"/>
          <w:szCs w:val="28"/>
          <w:lang w:val="uk-UA"/>
        </w:rPr>
        <w:t>е</w:t>
      </w:r>
      <w:r w:rsidRPr="006D38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манипулятор ПР;</w:t>
      </w:r>
    </w:p>
    <w:p w:rsidR="004A678D" w:rsidRDefault="004A678D" w:rsidP="00AB2118">
      <w:pPr>
        <w:spacing w:after="0" w:line="336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 </w:t>
      </w:r>
      <w:r>
        <w:rPr>
          <w:rFonts w:ascii="Times New Roman" w:hAnsi="Times New Roman"/>
          <w:sz w:val="28"/>
          <w:szCs w:val="28"/>
        </w:rPr>
        <w:t>Опишите принцип работы</w:t>
      </w:r>
      <w:r w:rsidRPr="00D46F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механизма вращения и выдвижения кисти ПР «Циклон - 3Б»;</w:t>
      </w:r>
    </w:p>
    <w:p w:rsidR="004A678D" w:rsidRDefault="004A678D" w:rsidP="00AB2118">
      <w:pPr>
        <w:spacing w:after="0" w:line="336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6 </w:t>
      </w:r>
      <w:r w:rsidRPr="006D3840">
        <w:rPr>
          <w:rFonts w:ascii="Times New Roman" w:hAnsi="Times New Roman"/>
          <w:sz w:val="28"/>
          <w:szCs w:val="28"/>
        </w:rPr>
        <w:t>Поняти</w:t>
      </w:r>
      <w:r w:rsidRPr="006D3840">
        <w:rPr>
          <w:rFonts w:ascii="Times New Roman" w:hAnsi="Times New Roman"/>
          <w:sz w:val="28"/>
          <w:szCs w:val="28"/>
          <w:lang w:val="uk-UA"/>
        </w:rPr>
        <w:t>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рабочая зона ПР;</w:t>
      </w:r>
    </w:p>
    <w:p w:rsidR="004A678D" w:rsidRPr="00D46FBF" w:rsidRDefault="004A678D" w:rsidP="00AB2118">
      <w:pPr>
        <w:spacing w:after="0" w:line="336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7 </w:t>
      </w:r>
      <w:r>
        <w:rPr>
          <w:rFonts w:ascii="Times New Roman" w:hAnsi="Times New Roman"/>
          <w:sz w:val="28"/>
          <w:szCs w:val="28"/>
        </w:rPr>
        <w:t xml:space="preserve">Изобразите зону обслуживания ПР </w:t>
      </w:r>
      <w:r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</w:rPr>
        <w:t>полый цилиндр</w:t>
      </w:r>
      <w:r>
        <w:rPr>
          <w:rFonts w:ascii="Times New Roman" w:hAnsi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/>
          <w:sz w:val="28"/>
          <w:szCs w:val="28"/>
        </w:rPr>
        <w:t>и укажите кол-во, вид пар, взаимное расположение осей и систему координат в которой работает робот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4A678D" w:rsidRDefault="004A678D" w:rsidP="00AB2118">
      <w:pPr>
        <w:spacing w:after="0" w:line="336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8 </w:t>
      </w:r>
      <w:r w:rsidRPr="006D3840">
        <w:rPr>
          <w:rFonts w:ascii="Times New Roman" w:hAnsi="Times New Roman"/>
          <w:sz w:val="28"/>
          <w:szCs w:val="28"/>
        </w:rPr>
        <w:t>Поняти</w:t>
      </w:r>
      <w:r w:rsidRPr="006D3840">
        <w:rPr>
          <w:rFonts w:ascii="Times New Roman" w:hAnsi="Times New Roman"/>
          <w:sz w:val="28"/>
          <w:szCs w:val="28"/>
          <w:lang w:val="uk-UA"/>
        </w:rPr>
        <w:t>е</w:t>
      </w:r>
      <w:r w:rsidRPr="00D46F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зона обслуживания ПР;</w:t>
      </w:r>
    </w:p>
    <w:p w:rsidR="004A678D" w:rsidRDefault="004A678D" w:rsidP="00AB2118">
      <w:pPr>
        <w:spacing w:after="0" w:line="336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9 </w:t>
      </w:r>
      <w:r>
        <w:rPr>
          <w:rFonts w:ascii="Times New Roman" w:hAnsi="Times New Roman"/>
          <w:sz w:val="28"/>
          <w:szCs w:val="28"/>
        </w:rPr>
        <w:t>Опишите принцип работы</w:t>
      </w:r>
      <w:r w:rsidRPr="00D46F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механизма подъема рук ПР «Циклон - 3Б»;</w:t>
      </w:r>
    </w:p>
    <w:p w:rsidR="004A678D" w:rsidRDefault="004A678D" w:rsidP="00AB2118">
      <w:pPr>
        <w:spacing w:after="0" w:line="336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10 </w:t>
      </w:r>
      <w:r>
        <w:rPr>
          <w:rFonts w:ascii="Times New Roman" w:hAnsi="Times New Roman"/>
          <w:sz w:val="28"/>
          <w:szCs w:val="28"/>
        </w:rPr>
        <w:t>Опишите принцип работы</w:t>
      </w:r>
      <w:r w:rsidRPr="000061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механизма вращения рук ПР «Циклон - 3Б»;</w:t>
      </w:r>
    </w:p>
    <w:p w:rsidR="004A678D" w:rsidRDefault="004A678D" w:rsidP="00AB2118">
      <w:pPr>
        <w:spacing w:after="0" w:line="336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11 </w:t>
      </w:r>
      <w:r w:rsidRPr="006D3840">
        <w:rPr>
          <w:rFonts w:ascii="Times New Roman" w:hAnsi="Times New Roman"/>
          <w:sz w:val="28"/>
          <w:szCs w:val="28"/>
        </w:rPr>
        <w:t>Поняти</w:t>
      </w:r>
      <w:r w:rsidRPr="006D3840">
        <w:rPr>
          <w:rFonts w:ascii="Times New Roman" w:hAnsi="Times New Roman"/>
          <w:sz w:val="28"/>
          <w:szCs w:val="28"/>
          <w:lang w:val="uk-UA"/>
        </w:rPr>
        <w:t>е</w:t>
      </w:r>
      <w:r w:rsidRPr="000061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погрешность позиционирования ПР;</w:t>
      </w:r>
    </w:p>
    <w:p w:rsidR="004A678D" w:rsidRDefault="004A678D" w:rsidP="00AB2118">
      <w:pPr>
        <w:spacing w:after="0" w:line="336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12 </w:t>
      </w:r>
      <w:r>
        <w:rPr>
          <w:rFonts w:ascii="Times New Roman" w:hAnsi="Times New Roman"/>
          <w:sz w:val="28"/>
          <w:szCs w:val="28"/>
        </w:rPr>
        <w:t xml:space="preserve">Изобразите зону обслуживания ПР </w:t>
      </w:r>
      <w:r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</w:rPr>
        <w:t>полая сфера</w:t>
      </w:r>
      <w:r>
        <w:rPr>
          <w:rFonts w:ascii="Times New Roman" w:hAnsi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/>
          <w:sz w:val="28"/>
          <w:szCs w:val="28"/>
        </w:rPr>
        <w:t>и укажите кол-во, вид пар, взаимное расположение осей и систему координат в которой работает робот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4A678D" w:rsidRDefault="004A678D" w:rsidP="00AB2118">
      <w:pPr>
        <w:spacing w:after="0" w:line="336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13 </w:t>
      </w:r>
      <w:r>
        <w:rPr>
          <w:rFonts w:ascii="Times New Roman" w:hAnsi="Times New Roman"/>
          <w:sz w:val="28"/>
          <w:szCs w:val="28"/>
        </w:rPr>
        <w:t>Опишите принцип работы</w:t>
      </w:r>
      <w:r w:rsidRPr="00CC0A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механизма вращения кисти ПР «Универсал - 5»;</w:t>
      </w:r>
    </w:p>
    <w:p w:rsidR="004A678D" w:rsidRDefault="004A678D" w:rsidP="00AB2118">
      <w:pPr>
        <w:spacing w:after="0" w:line="336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14 </w:t>
      </w:r>
      <w:r>
        <w:rPr>
          <w:rFonts w:ascii="Times New Roman" w:hAnsi="Times New Roman"/>
          <w:sz w:val="28"/>
          <w:szCs w:val="28"/>
        </w:rPr>
        <w:t xml:space="preserve">Изобразите зону обслуживания ПР </w:t>
      </w:r>
      <w:r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</w:rPr>
        <w:t>сплошная сфера</w:t>
      </w:r>
      <w:r>
        <w:rPr>
          <w:rFonts w:ascii="Times New Roman" w:hAnsi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/>
          <w:sz w:val="28"/>
          <w:szCs w:val="28"/>
        </w:rPr>
        <w:t>и укажите кол-во, вид пар, взаимное расположение осей и систему координат в которой работает робот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4A678D" w:rsidRDefault="004A678D" w:rsidP="00AB2118">
      <w:pPr>
        <w:spacing w:after="0" w:line="336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15 </w:t>
      </w:r>
      <w:r w:rsidRPr="006D3840">
        <w:rPr>
          <w:rFonts w:ascii="Times New Roman" w:hAnsi="Times New Roman"/>
          <w:sz w:val="28"/>
          <w:szCs w:val="28"/>
        </w:rPr>
        <w:t>Поняти</w:t>
      </w:r>
      <w:r w:rsidRPr="006D3840">
        <w:rPr>
          <w:rFonts w:ascii="Times New Roman" w:hAnsi="Times New Roman"/>
          <w:sz w:val="28"/>
          <w:szCs w:val="28"/>
          <w:lang w:val="uk-UA"/>
        </w:rPr>
        <w:t>е</w:t>
      </w:r>
      <w:r w:rsidRPr="00374E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степень свободы;</w:t>
      </w:r>
    </w:p>
    <w:p w:rsidR="004A678D" w:rsidRPr="00374EE9" w:rsidRDefault="004A678D" w:rsidP="00AB2118">
      <w:pPr>
        <w:spacing w:after="0" w:line="336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16</w:t>
      </w:r>
      <w:r w:rsidRPr="008B76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Опишите принцип работы</w:t>
      </w:r>
      <w:r w:rsidRPr="008B76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механизма сгибания кисти ПР «Универсал - 5»;</w:t>
      </w:r>
    </w:p>
    <w:sectPr w:rsidR="004A678D" w:rsidRPr="00374EE9" w:rsidSect="003E0F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101D"/>
    <w:rsid w:val="00006176"/>
    <w:rsid w:val="000C75D6"/>
    <w:rsid w:val="000F3936"/>
    <w:rsid w:val="0010737B"/>
    <w:rsid w:val="00142125"/>
    <w:rsid w:val="00165C9D"/>
    <w:rsid w:val="00204685"/>
    <w:rsid w:val="00374EE9"/>
    <w:rsid w:val="003E0FDC"/>
    <w:rsid w:val="004344BD"/>
    <w:rsid w:val="004A678D"/>
    <w:rsid w:val="004D7A1C"/>
    <w:rsid w:val="004E0B0E"/>
    <w:rsid w:val="0062656D"/>
    <w:rsid w:val="0063189D"/>
    <w:rsid w:val="006661D8"/>
    <w:rsid w:val="006D3840"/>
    <w:rsid w:val="007865FE"/>
    <w:rsid w:val="007A101D"/>
    <w:rsid w:val="008B76EB"/>
    <w:rsid w:val="009444E8"/>
    <w:rsid w:val="009A7216"/>
    <w:rsid w:val="009D034A"/>
    <w:rsid w:val="009D604D"/>
    <w:rsid w:val="00A85844"/>
    <w:rsid w:val="00AA4E8E"/>
    <w:rsid w:val="00AB2118"/>
    <w:rsid w:val="00AD7ECB"/>
    <w:rsid w:val="00B05766"/>
    <w:rsid w:val="00B352EB"/>
    <w:rsid w:val="00C051A0"/>
    <w:rsid w:val="00C32060"/>
    <w:rsid w:val="00C85181"/>
    <w:rsid w:val="00CC0AE7"/>
    <w:rsid w:val="00CD205F"/>
    <w:rsid w:val="00D14182"/>
    <w:rsid w:val="00D36820"/>
    <w:rsid w:val="00D46FBF"/>
    <w:rsid w:val="00EE1345"/>
    <w:rsid w:val="00EE56B5"/>
    <w:rsid w:val="00F763ED"/>
    <w:rsid w:val="00FD6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FD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AA4E8E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1091</TotalTime>
  <Pages>1</Pages>
  <Words>191</Words>
  <Characters>1093</Characters>
  <Application>Microsoft Office Outlook</Application>
  <DocSecurity>0</DocSecurity>
  <Lines>0</Lines>
  <Paragraphs>0</Paragraphs>
  <ScaleCrop>false</ScaleCrop>
  <Company>Maxsnake™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ptm</dc:creator>
  <cp:keywords/>
  <dc:description/>
  <cp:lastModifiedBy>Olya</cp:lastModifiedBy>
  <cp:revision>32</cp:revision>
  <dcterms:created xsi:type="dcterms:W3CDTF">2012-02-16T09:25:00Z</dcterms:created>
  <dcterms:modified xsi:type="dcterms:W3CDTF">2012-09-09T13:49:00Z</dcterms:modified>
</cp:coreProperties>
</file>